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1ED53E7E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1957">
        <w:rPr>
          <w:rFonts w:ascii="Corbel" w:hAnsi="Corbel"/>
          <w:i/>
          <w:smallCaps/>
          <w:sz w:val="24"/>
          <w:szCs w:val="24"/>
        </w:rPr>
        <w:t>2022-2025</w:t>
      </w:r>
    </w:p>
    <w:p w14:paraId="5D4CC823" w14:textId="64838D53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091957">
        <w:rPr>
          <w:rFonts w:ascii="Corbel" w:hAnsi="Corbel"/>
          <w:sz w:val="20"/>
          <w:szCs w:val="20"/>
        </w:rPr>
        <w:t>4</w:t>
      </w:r>
      <w:r w:rsidR="008831D6">
        <w:rPr>
          <w:rFonts w:ascii="Corbel" w:hAnsi="Corbel"/>
          <w:sz w:val="20"/>
          <w:szCs w:val="20"/>
        </w:rPr>
        <w:t>/202</w:t>
      </w:r>
      <w:r w:rsidR="00091957">
        <w:rPr>
          <w:rFonts w:ascii="Corbel" w:hAnsi="Corbel"/>
          <w:sz w:val="20"/>
          <w:szCs w:val="20"/>
        </w:rPr>
        <w:t>5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1EAF9873" w:rsidR="0085747A" w:rsidRPr="009C54AE" w:rsidRDefault="00DE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oradztwo inwestycyjne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rynkach finansowych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167DD10E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</w:t>
            </w:r>
            <w:r w:rsidR="00DE4EBC">
              <w:rPr>
                <w:rFonts w:ascii="Corbel" w:hAnsi="Corbel"/>
                <w:b w:val="0"/>
                <w:sz w:val="24"/>
                <w:szCs w:val="24"/>
              </w:rPr>
              <w:t>.7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77777777" w:rsidR="0085747A" w:rsidRPr="009C54AE" w:rsidRDefault="009F57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4180A67F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32A5155D" w:rsidR="003D7C14" w:rsidRPr="008831D6" w:rsidRDefault="003D7C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31D6">
        <w:rPr>
          <w:rFonts w:ascii="Corbel" w:hAnsi="Corbel"/>
          <w:b w:val="0"/>
          <w:smallCaps w:val="0"/>
          <w:szCs w:val="24"/>
        </w:rPr>
        <w:t>egzamin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2F3B4782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2F3B4782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2F3B4782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2F3B4782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0507EA55" w14:textId="5BF1397B" w:rsidR="0015164A" w:rsidRPr="00957B50" w:rsidRDefault="000477CB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B478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93408E2" w14:textId="557EB940" w:rsidR="0015164A" w:rsidRPr="00957B50" w:rsidRDefault="2F3B4782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F3B47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51C5B6" w14:textId="291057B4" w:rsidR="0015164A" w:rsidRPr="00957B50" w:rsidRDefault="0015164A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19C1EEF9">
              <w:rPr>
                <w:rFonts w:ascii="Corbel" w:hAnsi="Corbel"/>
                <w:sz w:val="24"/>
                <w:szCs w:val="24"/>
              </w:rPr>
              <w:t>ETFs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19C1EEF9">
              <w:rPr>
                <w:rFonts w:ascii="Corbel" w:hAnsi="Corbel"/>
                <w:sz w:val="24"/>
                <w:szCs w:val="24"/>
              </w:rPr>
              <w:t>MTFs</w:t>
            </w:r>
            <w:proofErr w:type="spellEnd"/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decyzji:  Analiza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średniowariancyjna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</w:t>
            </w:r>
            <w:proofErr w:type="spellStart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Street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finansowych, </w:t>
            </w:r>
            <w:proofErr w:type="spellStart"/>
            <w:r w:rsidR="008831D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8831D6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Gmińska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Rynki finansowe, inwestycje, polityka gospodarcza, </w:t>
            </w:r>
            <w:proofErr w:type="spellStart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</w:t>
            </w:r>
            <w:proofErr w:type="spellEnd"/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858B1" w14:textId="77777777" w:rsidR="003A62BC" w:rsidRDefault="003A62BC" w:rsidP="00C16ABF">
      <w:pPr>
        <w:spacing w:after="0" w:line="240" w:lineRule="auto"/>
      </w:pPr>
      <w:r>
        <w:separator/>
      </w:r>
    </w:p>
  </w:endnote>
  <w:endnote w:type="continuationSeparator" w:id="0">
    <w:p w14:paraId="7033C844" w14:textId="77777777" w:rsidR="003A62BC" w:rsidRDefault="003A62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CE17F" w14:textId="77777777" w:rsidR="003A62BC" w:rsidRDefault="003A62BC" w:rsidP="00C16ABF">
      <w:pPr>
        <w:spacing w:after="0" w:line="240" w:lineRule="auto"/>
      </w:pPr>
      <w:r>
        <w:separator/>
      </w:r>
    </w:p>
  </w:footnote>
  <w:footnote w:type="continuationSeparator" w:id="0">
    <w:p w14:paraId="7896E026" w14:textId="77777777" w:rsidR="003A62BC" w:rsidRDefault="003A62BC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195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66066"/>
    <w:rsid w:val="003A0A5B"/>
    <w:rsid w:val="003A1176"/>
    <w:rsid w:val="003A62BC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FA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63D6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83A65"/>
    <w:rsid w:val="00C94B98"/>
    <w:rsid w:val="00CA2B96"/>
    <w:rsid w:val="00CA5089"/>
    <w:rsid w:val="00CA56E5"/>
    <w:rsid w:val="00CD0732"/>
    <w:rsid w:val="00CD6897"/>
    <w:rsid w:val="00CD6DE6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EBC"/>
    <w:rsid w:val="00DF320D"/>
    <w:rsid w:val="00DF71C8"/>
    <w:rsid w:val="00DF7FF1"/>
    <w:rsid w:val="00E042D4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7B3E802"/>
    <w:rsid w:val="0DA0A69F"/>
    <w:rsid w:val="19C1EEF9"/>
    <w:rsid w:val="1E87174D"/>
    <w:rsid w:val="211086D3"/>
    <w:rsid w:val="26594E14"/>
    <w:rsid w:val="26A219D4"/>
    <w:rsid w:val="2A614949"/>
    <w:rsid w:val="2F3B4782"/>
    <w:rsid w:val="327CE164"/>
    <w:rsid w:val="3FCD86F8"/>
    <w:rsid w:val="423E13D9"/>
    <w:rsid w:val="478EB074"/>
    <w:rsid w:val="4E3A5927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2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2D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2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2D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380F-789B-43C7-8B9F-759507761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0606FC-5CED-4330-9956-A4F446AA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964</Words>
  <Characters>5789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24</cp:revision>
  <cp:lastPrinted>2019-02-06T12:12:00Z</cp:lastPrinted>
  <dcterms:created xsi:type="dcterms:W3CDTF">2020-10-13T10:19:00Z</dcterms:created>
  <dcterms:modified xsi:type="dcterms:W3CDTF">2022-09-20T17:32:00Z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